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BED86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r w:rsidRPr="00770A48">
        <w:rPr>
          <w:sz w:val="52"/>
          <w:szCs w:val="52"/>
        </w:rPr>
        <w:t>PRŮVODNÍ ZPRÁVA</w:t>
      </w:r>
      <w:bookmarkEnd w:id="0"/>
      <w:bookmarkEnd w:id="1"/>
    </w:p>
    <w:p w14:paraId="56441DEC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s.p. </w:t>
      </w:r>
      <w:r w:rsidR="007E0C07">
        <w:rPr>
          <w:b/>
          <w:sz w:val="44"/>
        </w:rPr>
        <w:t xml:space="preserve"> – </w:t>
      </w:r>
    </w:p>
    <w:p w14:paraId="0E3CC453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E30C56">
        <w:rPr>
          <w:b/>
          <w:sz w:val="44"/>
        </w:rPr>
        <w:t>SLUŠOVICE</w:t>
      </w:r>
    </w:p>
    <w:p w14:paraId="4C44529C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20B2BC50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7421F5D2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55E0809C" w14:textId="77062DE7" w:rsidR="00766015" w:rsidRDefault="00DA3AFE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2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2"/>
          </w:p>
        </w:tc>
      </w:tr>
      <w:tr w:rsidR="00766015" w14:paraId="4881BD06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03EF022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0332A21C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356B310A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343D7982" w14:textId="77777777" w:rsidR="00766015" w:rsidRDefault="00766015" w:rsidP="008D4C9E"/>
        </w:tc>
      </w:tr>
      <w:tr w:rsidR="00766015" w14:paraId="3D955249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6C452B0A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349119BE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3"/>
            <w:r w:rsidR="009E35EA">
              <w:t xml:space="preserve"> </w:t>
            </w:r>
          </w:p>
        </w:tc>
      </w:tr>
      <w:tr w:rsidR="00766015" w14:paraId="0489B086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24828034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3D7D21E2" w14:textId="5EAD2939" w:rsidR="00766015" w:rsidRDefault="00DA3AFE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4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4"/>
          </w:p>
        </w:tc>
      </w:tr>
      <w:tr w:rsidR="00766015" w14:paraId="2E469058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145BADB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5B1E238C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5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5"/>
          </w:p>
        </w:tc>
      </w:tr>
    </w:tbl>
    <w:p w14:paraId="641C5BAE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2EF608A4" w14:textId="77777777" w:rsidR="007A066F" w:rsidRPr="007A066F" w:rsidRDefault="0071725E" w:rsidP="007A066F">
      <w:pPr>
        <w:pStyle w:val="Obsah2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7A066F" w:rsidRPr="007A066F">
        <w:rPr>
          <w:b/>
          <w:noProof/>
        </w:rPr>
        <w:t>1</w:t>
      </w:r>
      <w:r w:rsidR="007A066F" w:rsidRPr="007A066F">
        <w:rPr>
          <w:rFonts w:asciiTheme="minorHAnsi" w:eastAsiaTheme="minorEastAsia" w:hAnsiTheme="minorHAnsi" w:cstheme="minorBidi"/>
          <w:b/>
          <w:noProof/>
          <w:sz w:val="22"/>
          <w:szCs w:val="22"/>
        </w:rPr>
        <w:tab/>
      </w:r>
      <w:r w:rsidR="007A066F" w:rsidRPr="007A066F">
        <w:rPr>
          <w:b/>
          <w:noProof/>
        </w:rPr>
        <w:t>identifikační údaje</w:t>
      </w:r>
      <w:r w:rsidR="007A066F" w:rsidRPr="007A066F">
        <w:rPr>
          <w:b/>
          <w:noProof/>
        </w:rPr>
        <w:tab/>
      </w:r>
      <w:r w:rsidR="007A066F" w:rsidRPr="007A066F">
        <w:rPr>
          <w:b/>
          <w:noProof/>
        </w:rPr>
        <w:fldChar w:fldCharType="begin"/>
      </w:r>
      <w:r w:rsidR="007A066F" w:rsidRPr="007A066F">
        <w:rPr>
          <w:b/>
          <w:noProof/>
        </w:rPr>
        <w:instrText xml:space="preserve"> PAGEREF _Toc492154547 \h </w:instrText>
      </w:r>
      <w:r w:rsidR="007A066F" w:rsidRPr="007A066F">
        <w:rPr>
          <w:b/>
          <w:noProof/>
        </w:rPr>
      </w:r>
      <w:r w:rsidR="007A066F" w:rsidRPr="007A066F">
        <w:rPr>
          <w:b/>
          <w:noProof/>
        </w:rPr>
        <w:fldChar w:fldCharType="separate"/>
      </w:r>
      <w:r w:rsidR="0077059E">
        <w:rPr>
          <w:b/>
          <w:noProof/>
        </w:rPr>
        <w:t>3</w:t>
      </w:r>
      <w:r w:rsidR="007A066F" w:rsidRPr="007A066F">
        <w:rPr>
          <w:b/>
          <w:noProof/>
        </w:rPr>
        <w:fldChar w:fldCharType="end"/>
      </w:r>
    </w:p>
    <w:p w14:paraId="2FB63AAB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2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seznam vstupních podkladů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_Toc492154548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4</w:t>
      </w:r>
      <w:r w:rsidRPr="007A066F">
        <w:rPr>
          <w:b/>
        </w:rPr>
        <w:fldChar w:fldCharType="end"/>
      </w:r>
    </w:p>
    <w:p w14:paraId="7CF589B5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3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Údaje o území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_Toc492154549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4</w:t>
      </w:r>
      <w:r w:rsidRPr="007A066F">
        <w:rPr>
          <w:b/>
        </w:rPr>
        <w:fldChar w:fldCharType="end"/>
      </w:r>
    </w:p>
    <w:p w14:paraId="72B0F1EB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a)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Rozsah řešeného území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_Toc492154550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4</w:t>
      </w:r>
      <w:r w:rsidRPr="007A066F">
        <w:rPr>
          <w:noProof/>
        </w:rPr>
        <w:fldChar w:fldCharType="end"/>
      </w:r>
    </w:p>
    <w:p w14:paraId="093DA64E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b)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Dosavadní využití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_Toc492154551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1D21C166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c)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Chráněné území, památková rezervace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_Toc492154552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33052F56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d)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Odtokové poměry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_Toc492154553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68F5C271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e)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souladu s územně plánovací dokumentací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_Toc492154554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37315ED7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f)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dodržení obecných požadavků na využití území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_Toc492154555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7C102642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g)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splnění požadavků dotčených orgánů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_Toc492154556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1298AF1C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h)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výjimek a úlevových řešení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_Toc492154557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068285D7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i)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souvisejících a podmiňujících investic,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_Toc492154558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58553337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j)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pozemků a staveb dotčených stavbou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_Toc492154559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5</w:t>
      </w:r>
      <w:r w:rsidRPr="007A066F">
        <w:rPr>
          <w:noProof/>
        </w:rPr>
        <w:fldChar w:fldCharType="end"/>
      </w:r>
    </w:p>
    <w:p w14:paraId="579AA1F7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4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Údaje o stavbě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_Toc492154560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6</w:t>
      </w:r>
      <w:r w:rsidRPr="007A066F">
        <w:rPr>
          <w:b/>
        </w:rPr>
        <w:fldChar w:fldCharType="end"/>
      </w:r>
    </w:p>
    <w:p w14:paraId="62446A87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a)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Nová stavba nebo změna dokončené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_Toc492154561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75B7A929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b)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Účel užívání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_Toc492154562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21E18E38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c)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Trvalá nebo dočasná stavba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_Toc492154563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6519CBCA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d)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ochraně stavby podle jiných právních předpisů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_Toc492154564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29ABEF3B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e)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dodržení technických požadavků na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_Toc492154565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44058506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f)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Údaje o splnění požadavků dotčených orgánů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_Toc492154566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6</w:t>
      </w:r>
      <w:r w:rsidRPr="007A066F">
        <w:rPr>
          <w:noProof/>
        </w:rPr>
        <w:fldChar w:fldCharType="end"/>
      </w:r>
    </w:p>
    <w:p w14:paraId="22CD01CF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g)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Seznam výjimek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_Toc492154567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2DCB38BE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h)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Navrhované kapacity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_Toc492154568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684CA2FE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i)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Základní bilance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_Toc492154569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5F15DF89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j)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Základní předpoklady výstavby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_Toc492154570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652D6EDF" w14:textId="77777777" w:rsidR="007A066F" w:rsidRPr="007A066F" w:rsidRDefault="007A066F" w:rsidP="007A066F">
      <w:pPr>
        <w:pStyle w:val="Obsah2"/>
        <w:spacing w:line="240" w:lineRule="auto"/>
        <w:ind w:left="14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A066F">
        <w:rPr>
          <w:noProof/>
        </w:rPr>
        <w:t>k)</w:t>
      </w:r>
      <w:r w:rsidRPr="007A066F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7A066F">
        <w:rPr>
          <w:noProof/>
        </w:rPr>
        <w:t>Orientační náklady stavby</w:t>
      </w:r>
      <w:r w:rsidRPr="007A066F">
        <w:rPr>
          <w:noProof/>
        </w:rPr>
        <w:tab/>
      </w:r>
      <w:r w:rsidRPr="007A066F">
        <w:rPr>
          <w:noProof/>
        </w:rPr>
        <w:fldChar w:fldCharType="begin"/>
      </w:r>
      <w:r w:rsidRPr="007A066F">
        <w:rPr>
          <w:noProof/>
        </w:rPr>
        <w:instrText xml:space="preserve"> PAGEREF _Toc492154571 \h </w:instrText>
      </w:r>
      <w:r w:rsidRPr="007A066F">
        <w:rPr>
          <w:noProof/>
        </w:rPr>
      </w:r>
      <w:r w:rsidRPr="007A066F">
        <w:rPr>
          <w:noProof/>
        </w:rPr>
        <w:fldChar w:fldCharType="separate"/>
      </w:r>
      <w:r w:rsidR="0077059E">
        <w:rPr>
          <w:noProof/>
        </w:rPr>
        <w:t>7</w:t>
      </w:r>
      <w:r w:rsidRPr="007A066F">
        <w:rPr>
          <w:noProof/>
        </w:rPr>
        <w:fldChar w:fldCharType="end"/>
      </w:r>
    </w:p>
    <w:p w14:paraId="1B0354A1" w14:textId="77777777" w:rsidR="007A066F" w:rsidRPr="007A066F" w:rsidRDefault="007A066F" w:rsidP="007A066F">
      <w:pPr>
        <w:pStyle w:val="Obsah1"/>
        <w:spacing w:line="288" w:lineRule="auto"/>
        <w:rPr>
          <w:rFonts w:asciiTheme="minorHAnsi" w:eastAsiaTheme="minorEastAsia" w:hAnsiTheme="minorHAnsi" w:cstheme="minorBidi"/>
          <w:b/>
          <w:caps w:val="0"/>
          <w:sz w:val="22"/>
          <w:szCs w:val="22"/>
        </w:rPr>
      </w:pPr>
      <w:r w:rsidRPr="007A066F">
        <w:rPr>
          <w:b/>
        </w:rPr>
        <w:t>5</w:t>
      </w:r>
      <w:r w:rsidRPr="007A066F">
        <w:rPr>
          <w:rFonts w:asciiTheme="minorHAnsi" w:eastAsiaTheme="minorEastAsia" w:hAnsiTheme="minorHAnsi" w:cstheme="minorBidi"/>
          <w:b/>
          <w:caps w:val="0"/>
          <w:sz w:val="22"/>
          <w:szCs w:val="22"/>
        </w:rPr>
        <w:tab/>
      </w:r>
      <w:r w:rsidRPr="007A066F">
        <w:rPr>
          <w:b/>
        </w:rPr>
        <w:t>Členění stavby na objekty a technologická zařízení</w:t>
      </w:r>
      <w:r w:rsidRPr="007A066F">
        <w:rPr>
          <w:b/>
        </w:rPr>
        <w:tab/>
      </w:r>
      <w:r w:rsidRPr="007A066F">
        <w:rPr>
          <w:b/>
        </w:rPr>
        <w:fldChar w:fldCharType="begin"/>
      </w:r>
      <w:r w:rsidRPr="007A066F">
        <w:rPr>
          <w:b/>
        </w:rPr>
        <w:instrText xml:space="preserve"> PAGEREF _Toc492154572 \h </w:instrText>
      </w:r>
      <w:r w:rsidRPr="007A066F">
        <w:rPr>
          <w:b/>
        </w:rPr>
      </w:r>
      <w:r w:rsidRPr="007A066F">
        <w:rPr>
          <w:b/>
        </w:rPr>
        <w:fldChar w:fldCharType="separate"/>
      </w:r>
      <w:r w:rsidR="0077059E">
        <w:rPr>
          <w:b/>
        </w:rPr>
        <w:t>7</w:t>
      </w:r>
      <w:r w:rsidRPr="007A066F">
        <w:rPr>
          <w:b/>
        </w:rPr>
        <w:fldChar w:fldCharType="end"/>
      </w:r>
    </w:p>
    <w:p w14:paraId="69D26260" w14:textId="77777777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4714FE6D" w14:textId="77777777" w:rsidR="003D22C9" w:rsidRDefault="001443F9" w:rsidP="003D22C9">
      <w:pPr>
        <w:pStyle w:val="N1"/>
      </w:pPr>
      <w:r>
        <w:br w:type="page"/>
      </w:r>
      <w:bookmarkStart w:id="6" w:name="_Toc492154547"/>
      <w:bookmarkStart w:id="7" w:name="_Toc431976332"/>
      <w:bookmarkStart w:id="8" w:name="_Toc440894808"/>
      <w:bookmarkStart w:id="9" w:name="_Toc448153992"/>
      <w:bookmarkStart w:id="10" w:name="_Toc355001688"/>
      <w:bookmarkStart w:id="11" w:name="_Toc431913715"/>
      <w:bookmarkStart w:id="12" w:name="_Toc394932572"/>
      <w:r w:rsidR="001E3B05">
        <w:lastRenderedPageBreak/>
        <w:t>identifikační údaje</w:t>
      </w:r>
      <w:bookmarkEnd w:id="6"/>
    </w:p>
    <w:bookmarkEnd w:id="7"/>
    <w:bookmarkEnd w:id="8"/>
    <w:bookmarkEnd w:id="9"/>
    <w:p w14:paraId="0B71779D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1E191CAC" w14:textId="77777777" w:rsidTr="001E3B05">
        <w:tc>
          <w:tcPr>
            <w:tcW w:w="2943" w:type="dxa"/>
            <w:shd w:val="clear" w:color="auto" w:fill="auto"/>
          </w:tcPr>
          <w:p w14:paraId="1B06779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622770A4" w14:textId="77777777" w:rsidR="003D22C9" w:rsidRPr="002B0419" w:rsidRDefault="001E3B05" w:rsidP="00E30C56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E30C56">
              <w:rPr>
                <w:rFonts w:ascii="Arial Narrow" w:hAnsi="Arial Narrow" w:cs="Times New Roman"/>
                <w:b/>
              </w:rPr>
              <w:t>SLUŠOVICE</w:t>
            </w:r>
          </w:p>
        </w:tc>
      </w:tr>
      <w:tr w:rsidR="003D22C9" w:rsidRPr="002B0419" w14:paraId="2DDC44AA" w14:textId="77777777" w:rsidTr="003D22C9">
        <w:tc>
          <w:tcPr>
            <w:tcW w:w="2943" w:type="dxa"/>
            <w:shd w:val="clear" w:color="auto" w:fill="auto"/>
          </w:tcPr>
          <w:p w14:paraId="446DA4D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3D5981FB" w14:textId="77777777" w:rsidR="003D22C9" w:rsidRPr="001E3B05" w:rsidRDefault="004E669B" w:rsidP="00E30C56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E30C56">
              <w:rPr>
                <w:rFonts w:ascii="Arial Narrow" w:hAnsi="Arial Narrow" w:cs="Times New Roman"/>
              </w:rPr>
              <w:t>Slušovice</w:t>
            </w:r>
            <w:r w:rsidR="001E3B05" w:rsidRPr="001E3B05">
              <w:rPr>
                <w:rFonts w:ascii="Arial Narrow" w:hAnsi="Arial Narrow" w:cs="Times New Roman"/>
              </w:rPr>
              <w:t xml:space="preserve"> na řece </w:t>
            </w:r>
            <w:r w:rsidR="00E30C56">
              <w:rPr>
                <w:rFonts w:ascii="Arial Narrow" w:hAnsi="Arial Narrow" w:cs="Times New Roman"/>
              </w:rPr>
              <w:t>Dřevnice</w:t>
            </w:r>
          </w:p>
        </w:tc>
      </w:tr>
      <w:tr w:rsidR="003D22C9" w:rsidRPr="002B0419" w14:paraId="41F55627" w14:textId="77777777" w:rsidTr="003D22C9">
        <w:tc>
          <w:tcPr>
            <w:tcW w:w="2943" w:type="dxa"/>
            <w:shd w:val="clear" w:color="auto" w:fill="auto"/>
          </w:tcPr>
          <w:p w14:paraId="7642F65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01F22801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1738746E" w14:textId="77777777" w:rsidTr="003D22C9">
        <w:tc>
          <w:tcPr>
            <w:tcW w:w="2943" w:type="dxa"/>
            <w:shd w:val="clear" w:color="auto" w:fill="auto"/>
          </w:tcPr>
          <w:p w14:paraId="7BF6DAF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483AA9BE" w14:textId="77777777" w:rsidR="0098408D" w:rsidRDefault="0098408D" w:rsidP="0098408D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98408D">
              <w:rPr>
                <w:rFonts w:ascii="Arial Narrow" w:hAnsi="Arial Narrow" w:cs="Times New Roman"/>
              </w:rPr>
              <w:t>747/2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98408D">
              <w:rPr>
                <w:rFonts w:ascii="Arial Narrow" w:hAnsi="Arial Narrow" w:cs="Times New Roman"/>
              </w:rPr>
              <w:t>830/1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98408D">
              <w:rPr>
                <w:rFonts w:ascii="Arial Narrow" w:hAnsi="Arial Narrow" w:cs="Times New Roman"/>
              </w:rPr>
              <w:t>758/4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98408D">
              <w:rPr>
                <w:rFonts w:ascii="Arial Narrow" w:hAnsi="Arial Narrow" w:cs="Times New Roman"/>
              </w:rPr>
              <w:t>830/2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98408D">
              <w:rPr>
                <w:rFonts w:ascii="Arial Narrow" w:hAnsi="Arial Narrow" w:cs="Times New Roman"/>
              </w:rPr>
              <w:t>831/1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98408D">
              <w:rPr>
                <w:rFonts w:ascii="Arial Narrow" w:hAnsi="Arial Narrow" w:cs="Times New Roman"/>
              </w:rPr>
              <w:t>758/4</w:t>
            </w:r>
            <w:r>
              <w:rPr>
                <w:rFonts w:ascii="Arial Narrow" w:hAnsi="Arial Narrow" w:cs="Times New Roman"/>
              </w:rPr>
              <w:t xml:space="preserve">, k.ú. Hrobice na  </w:t>
            </w:r>
          </w:p>
          <w:p w14:paraId="0D8EB578" w14:textId="77777777" w:rsidR="0098408D" w:rsidRPr="0098408D" w:rsidRDefault="0098408D" w:rsidP="0098408D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Moravě</w:t>
            </w:r>
          </w:p>
          <w:p w14:paraId="36D46F19" w14:textId="77777777" w:rsidR="0098408D" w:rsidRPr="0098408D" w:rsidRDefault="0098408D" w:rsidP="0098408D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98408D">
              <w:rPr>
                <w:rFonts w:ascii="Arial Narrow" w:hAnsi="Arial Narrow" w:cs="Times New Roman"/>
              </w:rPr>
              <w:t>734</w:t>
            </w:r>
            <w:r>
              <w:rPr>
                <w:rFonts w:ascii="Arial Narrow" w:hAnsi="Arial Narrow" w:cs="Times New Roman"/>
              </w:rPr>
              <w:t xml:space="preserve">, k.ú. Trnava u Zlína, </w:t>
            </w:r>
            <w:r w:rsidRPr="0098408D">
              <w:rPr>
                <w:rFonts w:ascii="Arial Narrow" w:hAnsi="Arial Narrow" w:cs="Times New Roman"/>
              </w:rPr>
              <w:t>1911/35</w:t>
            </w:r>
            <w:r>
              <w:rPr>
                <w:rFonts w:ascii="Arial Narrow" w:hAnsi="Arial Narrow" w:cs="Times New Roman"/>
              </w:rPr>
              <w:t>, k.ú. Kašava</w:t>
            </w:r>
          </w:p>
          <w:p w14:paraId="0EB6D5E5" w14:textId="77777777" w:rsidR="003D22C9" w:rsidRPr="002B0419" w:rsidRDefault="0098408D" w:rsidP="0098408D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98408D">
              <w:rPr>
                <w:rFonts w:ascii="Arial Narrow" w:hAnsi="Arial Narrow" w:cs="Times New Roman"/>
              </w:rPr>
              <w:t>1490/4</w:t>
            </w:r>
            <w:r>
              <w:rPr>
                <w:rFonts w:ascii="Arial Narrow" w:hAnsi="Arial Narrow" w:cs="Times New Roman"/>
              </w:rPr>
              <w:t xml:space="preserve">, k.ú. Slušovice, </w:t>
            </w:r>
            <w:r w:rsidRPr="0098408D">
              <w:rPr>
                <w:rFonts w:ascii="Arial Narrow" w:hAnsi="Arial Narrow" w:cs="Times New Roman"/>
              </w:rPr>
              <w:t>5318/73</w:t>
            </w:r>
            <w:r>
              <w:rPr>
                <w:rFonts w:ascii="Arial Narrow" w:hAnsi="Arial Narrow" w:cs="Times New Roman"/>
              </w:rPr>
              <w:t>, k.ú. Vizovice</w:t>
            </w:r>
          </w:p>
        </w:tc>
      </w:tr>
      <w:tr w:rsidR="003D22C9" w:rsidRPr="002B0419" w14:paraId="335F8809" w14:textId="77777777" w:rsidTr="003D22C9">
        <w:tc>
          <w:tcPr>
            <w:tcW w:w="2943" w:type="dxa"/>
            <w:shd w:val="clear" w:color="auto" w:fill="auto"/>
          </w:tcPr>
          <w:p w14:paraId="6BD7695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41F01B99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165764DB" w14:textId="77777777" w:rsidTr="003D22C9">
        <w:tc>
          <w:tcPr>
            <w:tcW w:w="2943" w:type="dxa"/>
            <w:shd w:val="clear" w:color="auto" w:fill="auto"/>
          </w:tcPr>
          <w:p w14:paraId="72F297B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5FB3F8A9" w14:textId="7AC52ED2" w:rsidR="003D22C9" w:rsidRPr="002B0419" w:rsidRDefault="00DA3AFE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4438AB57" w14:textId="77777777" w:rsidTr="003D22C9">
        <w:tc>
          <w:tcPr>
            <w:tcW w:w="2943" w:type="dxa"/>
            <w:shd w:val="clear" w:color="auto" w:fill="auto"/>
          </w:tcPr>
          <w:p w14:paraId="31C4E9E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6A4DC2D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4D11FE66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3" w:name="_Toc441153055"/>
      <w:bookmarkStart w:id="14" w:name="_Toc448153993"/>
      <w:bookmarkStart w:id="15" w:name="_Toc484424095"/>
      <w:bookmarkStart w:id="16" w:name="_Toc431976334"/>
      <w:bookmarkStart w:id="17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3"/>
      <w:bookmarkEnd w:id="14"/>
      <w:bookmarkEnd w:id="15"/>
    </w:p>
    <w:p w14:paraId="46596812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1C56BDFF" w14:textId="77777777" w:rsidTr="003D22C9">
        <w:tc>
          <w:tcPr>
            <w:tcW w:w="2943" w:type="dxa"/>
            <w:shd w:val="clear" w:color="auto" w:fill="auto"/>
          </w:tcPr>
          <w:p w14:paraId="6EFA4C4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134D6CE1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6775B550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46C3935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57F830D1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345D3B93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29B9B3C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54329A7B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64567321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77C3368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710388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638BA722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8" w:name="_Toc448153994"/>
      <w:bookmarkStart w:id="19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6"/>
      <w:bookmarkEnd w:id="17"/>
      <w:bookmarkEnd w:id="18"/>
      <w:bookmarkEnd w:id="19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7F979DA3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0" w:name="_Toc48103289"/>
      <w:bookmarkStart w:id="21" w:name="_Toc191811563"/>
      <w:bookmarkStart w:id="22" w:name="_Toc250701967"/>
      <w:bookmarkStart w:id="23" w:name="_Toc258785929"/>
      <w:bookmarkStart w:id="24" w:name="_Toc351112848"/>
      <w:bookmarkStart w:id="25" w:name="_Toc431976335"/>
      <w:bookmarkStart w:id="26" w:name="_Toc440894811"/>
      <w:bookmarkStart w:id="27" w:name="_Toc448153995"/>
      <w:bookmarkStart w:id="28" w:name="_Toc480413991"/>
      <w:bookmarkStart w:id="29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0"/>
      <w:bookmarkEnd w:id="21"/>
      <w:bookmarkEnd w:id="22"/>
      <w:bookmarkEnd w:id="23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4"/>
      <w:bookmarkEnd w:id="25"/>
      <w:bookmarkEnd w:id="26"/>
      <w:bookmarkEnd w:id="27"/>
      <w:bookmarkEnd w:id="28"/>
      <w:bookmarkEnd w:id="29"/>
    </w:p>
    <w:p w14:paraId="768771B2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9C246C9" w14:textId="77777777" w:rsidTr="003D22C9">
        <w:tc>
          <w:tcPr>
            <w:tcW w:w="2943" w:type="dxa"/>
            <w:shd w:val="clear" w:color="auto" w:fill="auto"/>
          </w:tcPr>
          <w:p w14:paraId="4521A0B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361E76DA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55611655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3D2272B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6D970328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1CAA73CA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08A29E0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6194987A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1FAF2BC0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5228BC5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7FCE12A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2F49AEDB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E2E218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6AC8AAB4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590DCCFD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38C5DDF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9E09DAE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017DE945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0" w:name="_Toc431976336"/>
      <w:bookmarkStart w:id="31" w:name="_Toc440894812"/>
      <w:bookmarkStart w:id="32" w:name="_Toc448153996"/>
      <w:bookmarkStart w:id="33" w:name="_Toc480413992"/>
      <w:bookmarkStart w:id="34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0"/>
      <w:bookmarkEnd w:id="31"/>
      <w:bookmarkEnd w:id="32"/>
      <w:bookmarkEnd w:id="33"/>
      <w:bookmarkEnd w:id="34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28C6F91" w14:textId="77777777" w:rsidTr="003D22C9">
        <w:tc>
          <w:tcPr>
            <w:tcW w:w="2943" w:type="dxa"/>
            <w:shd w:val="clear" w:color="auto" w:fill="auto"/>
          </w:tcPr>
          <w:p w14:paraId="566AA9F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E795A04" wp14:editId="307F13E9">
                  <wp:simplePos x="0" y="0"/>
                  <wp:positionH relativeFrom="column">
                    <wp:posOffset>5391150</wp:posOffset>
                  </wp:positionH>
                  <wp:positionV relativeFrom="paragraph">
                    <wp:posOffset>7695565</wp:posOffset>
                  </wp:positionV>
                  <wp:extent cx="1554480" cy="42037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550882BD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5D9124A2" w14:textId="77777777" w:rsidTr="003D22C9">
        <w:tc>
          <w:tcPr>
            <w:tcW w:w="2943" w:type="dxa"/>
            <w:shd w:val="clear" w:color="auto" w:fill="auto"/>
          </w:tcPr>
          <w:p w14:paraId="20A0DE8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5685942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2C1FDD70" w14:textId="77777777" w:rsidTr="003D22C9">
        <w:tc>
          <w:tcPr>
            <w:tcW w:w="2943" w:type="dxa"/>
            <w:shd w:val="clear" w:color="auto" w:fill="auto"/>
          </w:tcPr>
          <w:p w14:paraId="243748D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77F2792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2078DA7C" w14:textId="77777777" w:rsidTr="003D22C9">
        <w:tc>
          <w:tcPr>
            <w:tcW w:w="2943" w:type="dxa"/>
            <w:shd w:val="clear" w:color="auto" w:fill="auto"/>
          </w:tcPr>
          <w:p w14:paraId="5D7ED1C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6541983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342B3D2C" w14:textId="77777777" w:rsidTr="003D22C9">
        <w:tc>
          <w:tcPr>
            <w:tcW w:w="2943" w:type="dxa"/>
            <w:shd w:val="clear" w:color="auto" w:fill="auto"/>
          </w:tcPr>
          <w:p w14:paraId="5762877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79F481F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r w:rsidRPr="001E3259">
              <w:rPr>
                <w:rFonts w:ascii="Arial Narrow" w:hAnsi="Arial Narrow" w:cs="Times New Roman"/>
              </w:rPr>
              <w:t>miloslav.misterka</w:t>
            </w:r>
            <w:r>
              <w:rPr>
                <w:rFonts w:ascii="Arial Narrow" w:hAnsi="Arial Narrow" w:cs="Times New Roman"/>
              </w:rPr>
              <w:t>@gmail.com</w:t>
            </w:r>
          </w:p>
        </w:tc>
      </w:tr>
      <w:bookmarkEnd w:id="10"/>
      <w:bookmarkEnd w:id="11"/>
    </w:tbl>
    <w:p w14:paraId="79D68371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357D8AAD" w14:textId="77777777" w:rsidR="00FC61D3" w:rsidRPr="00147A61" w:rsidRDefault="00FC61D3" w:rsidP="00FC61D3">
      <w:pPr>
        <w:pStyle w:val="N1"/>
      </w:pPr>
      <w:bookmarkStart w:id="35" w:name="_Toc492154548"/>
      <w:r>
        <w:lastRenderedPageBreak/>
        <w:t>seznam vstupních podkladů</w:t>
      </w:r>
      <w:bookmarkEnd w:id="35"/>
    </w:p>
    <w:p w14:paraId="2C3DD5CE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5B401A33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4539F29D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5B1D53F0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0F2A1567" w14:textId="77777777" w:rsidR="00FC61D3" w:rsidRDefault="00FC61D3" w:rsidP="00FC61D3">
      <w:pPr>
        <w:pStyle w:val="N1"/>
      </w:pPr>
      <w:bookmarkStart w:id="36" w:name="_Toc492154549"/>
      <w:r w:rsidRPr="00FC61D3">
        <w:t>Údaje o území</w:t>
      </w:r>
      <w:bookmarkEnd w:id="36"/>
    </w:p>
    <w:p w14:paraId="5C83C385" w14:textId="77777777" w:rsidR="000D59E6" w:rsidRDefault="00C87986" w:rsidP="00C25635">
      <w:pPr>
        <w:pStyle w:val="N2"/>
        <w:numPr>
          <w:ilvl w:val="0"/>
          <w:numId w:val="26"/>
        </w:numPr>
      </w:pPr>
      <w:bookmarkStart w:id="37" w:name="_Toc492154550"/>
      <w:r>
        <w:t>Rozsah řešeného území</w:t>
      </w:r>
      <w:bookmarkEnd w:id="37"/>
      <w:r>
        <w:t xml:space="preserve"> </w:t>
      </w:r>
    </w:p>
    <w:p w14:paraId="45F09A83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</w:t>
      </w:r>
      <w:r w:rsidR="00694E68">
        <w:rPr>
          <w:rFonts w:asciiTheme="minorHAnsi" w:hAnsiTheme="minorHAnsi" w:cs="Times New Roman"/>
          <w:color w:val="000000"/>
        </w:rPr>
        <w:t xml:space="preserve">a doplnění </w:t>
      </w:r>
      <w:r w:rsidRPr="0095552D">
        <w:rPr>
          <w:rFonts w:asciiTheme="minorHAnsi" w:hAnsiTheme="minorHAnsi" w:cs="Times New Roman"/>
          <w:color w:val="000000"/>
        </w:rPr>
        <w:t xml:space="preserve">automatického měření na </w:t>
      </w:r>
      <w:r w:rsidR="007E0C07">
        <w:rPr>
          <w:rFonts w:asciiTheme="minorHAnsi" w:hAnsiTheme="minorHAnsi" w:cs="Times New Roman"/>
          <w:color w:val="000000"/>
        </w:rPr>
        <w:t xml:space="preserve">vodním díle </w:t>
      </w:r>
      <w:r w:rsidR="00694E68">
        <w:rPr>
          <w:rFonts w:asciiTheme="minorHAnsi" w:hAnsiTheme="minorHAnsi" w:cs="Times New Roman"/>
          <w:color w:val="000000"/>
        </w:rPr>
        <w:t>Slušovice</w:t>
      </w:r>
      <w:r w:rsidRPr="0095552D">
        <w:rPr>
          <w:rFonts w:asciiTheme="minorHAnsi" w:hAnsiTheme="minorHAnsi" w:cs="Times New Roman"/>
          <w:color w:val="000000"/>
        </w:rPr>
        <w:t>,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3A645B39" w14:textId="77777777" w:rsidR="007E0C07" w:rsidRDefault="007E0C07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</w:t>
      </w:r>
      <w:r w:rsidR="0098408D">
        <w:rPr>
          <w:rFonts w:asciiTheme="minorHAnsi" w:hAnsiTheme="minorHAnsi" w:cs="Times New Roman"/>
          <w:color w:val="000000"/>
        </w:rPr>
        <w:t>Slušovice</w:t>
      </w:r>
      <w:r>
        <w:rPr>
          <w:rFonts w:asciiTheme="minorHAnsi" w:hAnsiTheme="minorHAnsi" w:cs="Times New Roman"/>
          <w:color w:val="000000"/>
        </w:rPr>
        <w:t xml:space="preserve"> se nachází na </w:t>
      </w:r>
      <w:r w:rsidR="00694E68">
        <w:rPr>
          <w:rFonts w:asciiTheme="minorHAnsi" w:hAnsiTheme="minorHAnsi" w:cs="Times New Roman"/>
          <w:color w:val="000000"/>
        </w:rPr>
        <w:t>Dřevnici</w:t>
      </w:r>
      <w:r>
        <w:rPr>
          <w:rFonts w:asciiTheme="minorHAnsi" w:hAnsiTheme="minorHAnsi" w:cs="Times New Roman"/>
          <w:color w:val="000000"/>
        </w:rPr>
        <w:t xml:space="preserve"> v ř.</w:t>
      </w:r>
      <w:r w:rsidR="0098408D">
        <w:rPr>
          <w:rFonts w:asciiTheme="minorHAnsi" w:hAnsiTheme="minorHAnsi" w:cs="Times New Roman"/>
          <w:color w:val="000000"/>
        </w:rPr>
        <w:t xml:space="preserve"> </w:t>
      </w:r>
      <w:r>
        <w:rPr>
          <w:rFonts w:asciiTheme="minorHAnsi" w:hAnsiTheme="minorHAnsi" w:cs="Times New Roman"/>
          <w:color w:val="000000"/>
        </w:rPr>
        <w:t xml:space="preserve">km </w:t>
      </w:r>
      <w:r w:rsidR="0098408D" w:rsidRPr="0098408D">
        <w:rPr>
          <w:rFonts w:asciiTheme="minorHAnsi" w:hAnsiTheme="minorHAnsi" w:cs="Times New Roman"/>
          <w:color w:val="000000"/>
        </w:rPr>
        <w:t>29,335</w:t>
      </w:r>
      <w:r w:rsidR="004E669B">
        <w:rPr>
          <w:rFonts w:asciiTheme="minorHAnsi" w:hAnsiTheme="minorHAnsi" w:cs="Times New Roman"/>
          <w:color w:val="000000"/>
        </w:rPr>
        <w:t xml:space="preserve">. Na vodním díle je vybudován komplexní automatický monitoring s přenosem dat do domku hrázného a na vodohospodářský dispečink v Brně. </w:t>
      </w:r>
    </w:p>
    <w:p w14:paraId="370C660F" w14:textId="77777777" w:rsidR="004E669B" w:rsidRDefault="004E669B" w:rsidP="0095552D">
      <w:pPr>
        <w:pStyle w:val="Odstavecseseznamem"/>
        <w:ind w:left="284" w:firstLine="425"/>
        <w:jc w:val="both"/>
      </w:pPr>
      <w:r>
        <w:rPr>
          <w:rFonts w:asciiTheme="minorHAnsi" w:hAnsiTheme="minorHAnsi" w:cs="Times New Roman"/>
          <w:color w:val="000000"/>
        </w:rPr>
        <w:t xml:space="preserve">Automatickým monitoringem je například měřen přítok a odtok ve stávajících limnigrafických stanicích na vodním toku </w:t>
      </w:r>
      <w:r w:rsidR="0098408D">
        <w:rPr>
          <w:rFonts w:asciiTheme="minorHAnsi" w:hAnsiTheme="minorHAnsi" w:cs="Times New Roman"/>
          <w:color w:val="000000"/>
        </w:rPr>
        <w:t>Dřevnice</w:t>
      </w:r>
      <w:r>
        <w:rPr>
          <w:rFonts w:asciiTheme="minorHAnsi" w:hAnsiTheme="minorHAnsi" w:cs="Times New Roman"/>
          <w:color w:val="000000"/>
        </w:rPr>
        <w:t xml:space="preserve">. Dále je měřena hladina v nádrži, teplota vzduchu a vody, spadlé srážky. Dále jsou monitorovány některé veličiny TBD. </w:t>
      </w:r>
    </w:p>
    <w:p w14:paraId="71B42ACF" w14:textId="77777777" w:rsidR="0098408D" w:rsidRDefault="0098408D" w:rsidP="0095552D">
      <w:pPr>
        <w:pStyle w:val="Odstavecseseznamem"/>
        <w:ind w:left="284" w:firstLine="425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62B9DED" wp14:editId="22563D21">
            <wp:simplePos x="0" y="0"/>
            <wp:positionH relativeFrom="column">
              <wp:posOffset>233680</wp:posOffset>
            </wp:positionH>
            <wp:positionV relativeFrom="paragraph">
              <wp:posOffset>109855</wp:posOffset>
            </wp:positionV>
            <wp:extent cx="5539740" cy="3790950"/>
            <wp:effectExtent l="0" t="0" r="381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DB2D7A" w14:textId="77777777" w:rsidR="0098408D" w:rsidRDefault="0098408D" w:rsidP="0095552D">
      <w:pPr>
        <w:pStyle w:val="Odstavecseseznamem"/>
        <w:ind w:left="284" w:firstLine="425"/>
        <w:jc w:val="both"/>
      </w:pPr>
    </w:p>
    <w:p w14:paraId="1E6C78EA" w14:textId="77777777" w:rsidR="0098408D" w:rsidRDefault="0098408D" w:rsidP="0095552D">
      <w:pPr>
        <w:pStyle w:val="Odstavecseseznamem"/>
        <w:ind w:left="284" w:firstLine="425"/>
        <w:jc w:val="both"/>
      </w:pPr>
    </w:p>
    <w:p w14:paraId="42676972" w14:textId="77777777" w:rsidR="0098408D" w:rsidRDefault="0098408D" w:rsidP="0095552D">
      <w:pPr>
        <w:pStyle w:val="Odstavecseseznamem"/>
        <w:ind w:left="284" w:firstLine="425"/>
        <w:jc w:val="both"/>
      </w:pPr>
    </w:p>
    <w:p w14:paraId="14451C59" w14:textId="77777777" w:rsidR="0098408D" w:rsidRDefault="0098408D" w:rsidP="0095552D">
      <w:pPr>
        <w:pStyle w:val="Odstavecseseznamem"/>
        <w:ind w:left="284" w:firstLine="425"/>
        <w:jc w:val="both"/>
      </w:pPr>
    </w:p>
    <w:p w14:paraId="3A5D4552" w14:textId="77777777" w:rsidR="0098408D" w:rsidRDefault="0098408D" w:rsidP="0095552D">
      <w:pPr>
        <w:pStyle w:val="Odstavecseseznamem"/>
        <w:ind w:left="284" w:firstLine="425"/>
        <w:jc w:val="both"/>
      </w:pPr>
    </w:p>
    <w:p w14:paraId="27391D1A" w14:textId="77777777" w:rsidR="0098408D" w:rsidRDefault="0098408D" w:rsidP="0095552D">
      <w:pPr>
        <w:pStyle w:val="Odstavecseseznamem"/>
        <w:ind w:left="284" w:firstLine="425"/>
        <w:jc w:val="both"/>
      </w:pPr>
    </w:p>
    <w:p w14:paraId="551E3EC4" w14:textId="77777777" w:rsidR="0098408D" w:rsidRDefault="0098408D" w:rsidP="0095552D">
      <w:pPr>
        <w:pStyle w:val="Odstavecseseznamem"/>
        <w:ind w:left="284" w:firstLine="425"/>
        <w:jc w:val="both"/>
      </w:pPr>
    </w:p>
    <w:p w14:paraId="045ADA9F" w14:textId="77777777" w:rsidR="0098408D" w:rsidRDefault="0098408D" w:rsidP="0095552D">
      <w:pPr>
        <w:pStyle w:val="Odstavecseseznamem"/>
        <w:ind w:left="284" w:firstLine="425"/>
        <w:jc w:val="both"/>
      </w:pPr>
    </w:p>
    <w:p w14:paraId="2C81AB14" w14:textId="77777777" w:rsidR="0098408D" w:rsidRDefault="0098408D" w:rsidP="0095552D">
      <w:pPr>
        <w:pStyle w:val="Odstavecseseznamem"/>
        <w:ind w:left="284" w:firstLine="425"/>
        <w:jc w:val="both"/>
      </w:pPr>
    </w:p>
    <w:p w14:paraId="058CE347" w14:textId="77777777" w:rsidR="0098408D" w:rsidRDefault="0098408D" w:rsidP="0095552D">
      <w:pPr>
        <w:pStyle w:val="Odstavecseseznamem"/>
        <w:ind w:left="284" w:firstLine="425"/>
        <w:jc w:val="both"/>
      </w:pPr>
    </w:p>
    <w:p w14:paraId="08F7D970" w14:textId="77777777" w:rsidR="0098408D" w:rsidRDefault="0098408D" w:rsidP="0095552D">
      <w:pPr>
        <w:pStyle w:val="Odstavecseseznamem"/>
        <w:ind w:left="284" w:firstLine="425"/>
        <w:jc w:val="both"/>
      </w:pPr>
    </w:p>
    <w:p w14:paraId="275D4B78" w14:textId="77777777" w:rsidR="0098408D" w:rsidRDefault="0098408D" w:rsidP="0095552D">
      <w:pPr>
        <w:pStyle w:val="Odstavecseseznamem"/>
        <w:ind w:left="284" w:firstLine="425"/>
        <w:jc w:val="both"/>
      </w:pPr>
    </w:p>
    <w:p w14:paraId="412513C2" w14:textId="77777777" w:rsidR="0098408D" w:rsidRDefault="0098408D" w:rsidP="0095552D">
      <w:pPr>
        <w:pStyle w:val="Odstavecseseznamem"/>
        <w:ind w:left="284" w:firstLine="425"/>
        <w:jc w:val="both"/>
      </w:pPr>
    </w:p>
    <w:p w14:paraId="4673D929" w14:textId="77777777" w:rsidR="0098408D" w:rsidRDefault="0098408D" w:rsidP="0095552D">
      <w:pPr>
        <w:pStyle w:val="Odstavecseseznamem"/>
        <w:ind w:left="284" w:firstLine="425"/>
        <w:jc w:val="both"/>
      </w:pPr>
    </w:p>
    <w:p w14:paraId="655ED202" w14:textId="77777777" w:rsidR="0098408D" w:rsidRDefault="0098408D" w:rsidP="0095552D">
      <w:pPr>
        <w:pStyle w:val="Odstavecseseznamem"/>
        <w:ind w:left="284" w:firstLine="425"/>
        <w:jc w:val="both"/>
      </w:pPr>
    </w:p>
    <w:p w14:paraId="01AB87F3" w14:textId="77777777" w:rsidR="0098408D" w:rsidRDefault="0098408D" w:rsidP="0095552D">
      <w:pPr>
        <w:pStyle w:val="Odstavecseseznamem"/>
        <w:ind w:left="284" w:firstLine="425"/>
        <w:jc w:val="both"/>
      </w:pPr>
    </w:p>
    <w:p w14:paraId="2C8B1400" w14:textId="77777777" w:rsidR="0098408D" w:rsidRDefault="0098408D" w:rsidP="0095552D">
      <w:pPr>
        <w:pStyle w:val="Odstavecseseznamem"/>
        <w:ind w:left="284" w:firstLine="425"/>
        <w:jc w:val="both"/>
      </w:pPr>
    </w:p>
    <w:p w14:paraId="6E8B099C" w14:textId="77777777" w:rsidR="0098408D" w:rsidRDefault="0098408D" w:rsidP="0095552D">
      <w:pPr>
        <w:pStyle w:val="Odstavecseseznamem"/>
        <w:ind w:left="284" w:firstLine="425"/>
        <w:jc w:val="both"/>
      </w:pPr>
    </w:p>
    <w:p w14:paraId="66FC8CB2" w14:textId="77777777" w:rsidR="0098408D" w:rsidRDefault="0098408D" w:rsidP="0095552D">
      <w:pPr>
        <w:pStyle w:val="Odstavecseseznamem"/>
        <w:ind w:left="284" w:firstLine="425"/>
        <w:jc w:val="both"/>
      </w:pPr>
    </w:p>
    <w:p w14:paraId="01AE7F94" w14:textId="77777777" w:rsidR="007E0C07" w:rsidRDefault="007E0C07" w:rsidP="0095552D">
      <w:pPr>
        <w:pStyle w:val="Odstavecseseznamem"/>
        <w:ind w:left="284" w:firstLine="425"/>
        <w:jc w:val="both"/>
      </w:pPr>
    </w:p>
    <w:p w14:paraId="1E610E5C" w14:textId="77777777" w:rsidR="00C87986" w:rsidRDefault="00C87986" w:rsidP="0095552D">
      <w:pPr>
        <w:pStyle w:val="N2"/>
        <w:numPr>
          <w:ilvl w:val="0"/>
          <w:numId w:val="26"/>
        </w:numPr>
      </w:pPr>
      <w:bookmarkStart w:id="38" w:name="_Toc492154551"/>
      <w:r>
        <w:lastRenderedPageBreak/>
        <w:t>Dosavadní využití</w:t>
      </w:r>
      <w:bookmarkEnd w:id="38"/>
    </w:p>
    <w:p w14:paraId="0C709EBE" w14:textId="77777777" w:rsidR="0095552D" w:rsidRPr="0095552D" w:rsidRDefault="006B6706" w:rsidP="006B6706">
      <w:pPr>
        <w:pStyle w:val="Odstavecseseznamem"/>
        <w:ind w:left="284" w:firstLine="425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 w:rsidR="007E0C07">
        <w:rPr>
          <w:rFonts w:asciiTheme="minorHAnsi" w:hAnsiTheme="minorHAnsi" w:cs="Times New Roman"/>
          <w:color w:val="000000"/>
        </w:rPr>
        <w:t xml:space="preserve"> Stavba je vodním dílem.</w:t>
      </w:r>
      <w:r w:rsidR="004E669B">
        <w:rPr>
          <w:rFonts w:asciiTheme="minorHAnsi" w:hAnsiTheme="minorHAnsi" w:cs="Times New Roman"/>
          <w:color w:val="000000"/>
        </w:rPr>
        <w:t xml:space="preserve"> Dojde pouze k rekonstrukci, modernizaci nebo nové osazení automatických měření na vodním díle. </w:t>
      </w:r>
      <w:r w:rsidR="007E0C07">
        <w:rPr>
          <w:rFonts w:asciiTheme="minorHAnsi" w:hAnsiTheme="minorHAnsi" w:cs="Times New Roman"/>
          <w:color w:val="000000"/>
        </w:rPr>
        <w:t xml:space="preserve"> </w:t>
      </w:r>
    </w:p>
    <w:p w14:paraId="578695CB" w14:textId="77777777" w:rsidR="00C87986" w:rsidRDefault="00C87986" w:rsidP="006B6706">
      <w:pPr>
        <w:pStyle w:val="N2"/>
        <w:numPr>
          <w:ilvl w:val="0"/>
          <w:numId w:val="26"/>
        </w:numPr>
      </w:pPr>
      <w:bookmarkStart w:id="39" w:name="_Toc492154552"/>
      <w:r>
        <w:t>Chráněné území, památková rezervace</w:t>
      </w:r>
      <w:bookmarkEnd w:id="39"/>
    </w:p>
    <w:p w14:paraId="612D847B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>Stavba nezasahuje do chráněného území ani do památkové rezervace</w:t>
      </w:r>
      <w:r>
        <w:rPr>
          <w:rFonts w:asciiTheme="minorHAnsi" w:hAnsiTheme="minorHAnsi" w:cs="Times New Roman"/>
          <w:color w:val="000000"/>
        </w:rPr>
        <w:t>.</w:t>
      </w:r>
    </w:p>
    <w:p w14:paraId="2A404691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492154553"/>
      <w:r>
        <w:t>Odtokové poměry</w:t>
      </w:r>
      <w:bookmarkEnd w:id="40"/>
    </w:p>
    <w:p w14:paraId="7EDFE105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6DC86D6E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492154554"/>
      <w:r>
        <w:t>Údaje o souladu s územně plánovací dokumentací</w:t>
      </w:r>
      <w:bookmarkEnd w:id="41"/>
    </w:p>
    <w:p w14:paraId="3D1B1577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53133D7D" w14:textId="77777777" w:rsidR="00C87986" w:rsidRDefault="00C87986" w:rsidP="00C25635">
      <w:pPr>
        <w:pStyle w:val="N2"/>
        <w:numPr>
          <w:ilvl w:val="0"/>
          <w:numId w:val="26"/>
        </w:numPr>
      </w:pPr>
      <w:bookmarkStart w:id="42" w:name="_Toc492154555"/>
      <w:r>
        <w:t>Údaje o dodržení obecných požadavků na využití území</w:t>
      </w:r>
      <w:bookmarkEnd w:id="42"/>
    </w:p>
    <w:p w14:paraId="242AB449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15532020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310429AB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492154556"/>
      <w:r>
        <w:t>Údaje o splnění požadavků dotčených orgánů</w:t>
      </w:r>
      <w:bookmarkEnd w:id="43"/>
    </w:p>
    <w:p w14:paraId="07BF47E3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50357CDF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492154557"/>
      <w:r>
        <w:t>Seznam výjimek a úlevových řešení</w:t>
      </w:r>
      <w:bookmarkEnd w:id="44"/>
    </w:p>
    <w:p w14:paraId="2F0453B3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540BC7F4" w14:textId="77777777" w:rsidR="00C87986" w:rsidRDefault="00C87986" w:rsidP="005515EC">
      <w:pPr>
        <w:pStyle w:val="N2"/>
        <w:numPr>
          <w:ilvl w:val="0"/>
          <w:numId w:val="26"/>
        </w:numPr>
      </w:pPr>
      <w:bookmarkStart w:id="45" w:name="_Toc492154558"/>
      <w:r>
        <w:t>Seznam souvisejících a podmiňujících investic,</w:t>
      </w:r>
      <w:bookmarkEnd w:id="45"/>
    </w:p>
    <w:p w14:paraId="6302B1E2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bookmarkStart w:id="46" w:name="_Toc492154559"/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796F078F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3381FEB3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1D14D559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3497346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73D82A41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6D9FA0C" w14:textId="77777777" w:rsidR="00B8531B" w:rsidRP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335A70B5" w14:textId="77777777" w:rsidR="00C87986" w:rsidRDefault="00C87986" w:rsidP="005515EC">
      <w:pPr>
        <w:pStyle w:val="N2"/>
        <w:numPr>
          <w:ilvl w:val="0"/>
          <w:numId w:val="26"/>
        </w:numPr>
      </w:pPr>
      <w:r>
        <w:lastRenderedPageBreak/>
        <w:t xml:space="preserve">Seznam pozemků a staveb dotčených </w:t>
      </w:r>
      <w:r w:rsidR="005515EC">
        <w:t>stavbou</w:t>
      </w:r>
      <w:bookmarkEnd w:id="46"/>
    </w:p>
    <w:p w14:paraId="2FA29B22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0C2636DB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31131852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082688E4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8D46F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A8D94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625C8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6DD43A47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1CCA0B8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23E6E1D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0131C03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98408D" w:rsidRPr="000D2AF3" w14:paraId="212E6232" w14:textId="77777777" w:rsidTr="00C050F1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5896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Slušovice</w:t>
            </w:r>
          </w:p>
          <w:p w14:paraId="43795074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0104371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AF7FC9A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06A25C6B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DC01864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6B8C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Slušovice</w:t>
            </w:r>
          </w:p>
          <w:p w14:paraId="264ED50B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94FD226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63DDCC3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E4B0054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E58680A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1317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4E950975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698BEDF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CDF4408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C41CAA3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307A011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5F47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Hrobice na Moravě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FBFD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747/2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E08B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00DA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98408D" w:rsidRPr="000D2AF3" w14:paraId="22EF9F2C" w14:textId="77777777" w:rsidTr="00C050F1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D815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4EC8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2E7D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5776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Trnava u Zlína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32D7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4E4D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C4E8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98408D" w:rsidRPr="000D2AF3" w14:paraId="572CAB65" w14:textId="77777777" w:rsidTr="00C050F1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18E0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2490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8453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4017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Hrobice na Moravě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8753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830/1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543E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A73D" w14:textId="77777777" w:rsidR="0098408D" w:rsidRPr="000D2AF3" w:rsidRDefault="0098408D" w:rsidP="000D2AF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98408D" w:rsidRPr="000D2AF3" w14:paraId="3C55C6F5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3288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7A61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8F17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3382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Hrobice na Moravě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C703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758/4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8E31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A7F2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98408D" w:rsidRPr="000D2AF3" w14:paraId="22C452A8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E68E4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ABC09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C6A81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EAA68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Hrobice na Moravě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45ED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830/2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36F63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4FE16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98408D" w:rsidRPr="000D2AF3" w14:paraId="73E62F7D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3C781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7CDA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77AA3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85E9C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Hrobice na Moravě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264A3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831/1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77A6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A06DD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98408D" w:rsidRPr="000D2AF3" w14:paraId="06D103A4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8BB21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Kašava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D069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Slušovice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B0370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FE1D6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Kašava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7BC37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1911/35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C4BEA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94A37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98408D" w:rsidRPr="000D2AF3" w14:paraId="5FEC02DB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4E2C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Slušovice - město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4AC2C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Slušovice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E0B0D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96E4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Slušovice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B5FE6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1490/4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AE7CD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B76DE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trvalý travní porost</w:t>
            </w:r>
          </w:p>
        </w:tc>
      </w:tr>
      <w:tr w:rsidR="0098408D" w:rsidRPr="000D2AF3" w14:paraId="7097D9BD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66E16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Vizovice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A3CB9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Slušovice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8736E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FDDB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Vizovice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78B8F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5318/73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1ADFC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C8FDD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98408D" w:rsidRPr="000D2AF3" w14:paraId="5518892B" w14:textId="77777777" w:rsidTr="00C050F1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91A4E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Slušovice - odtok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D285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Slušovice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2E3EE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EC9FF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Hrobice na Moravě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36BD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758/4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8A5A2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721CC" w14:textId="77777777" w:rsidR="0098408D" w:rsidRPr="000D2AF3" w:rsidRDefault="0098408D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</w:tbl>
    <w:p w14:paraId="29530C57" w14:textId="77777777" w:rsidR="000D2AF3" w:rsidRPr="00B55C59" w:rsidRDefault="000D2AF3" w:rsidP="00B55C59"/>
    <w:p w14:paraId="720D37A6" w14:textId="77777777" w:rsidR="00FC61D3" w:rsidRDefault="00B55C59" w:rsidP="00B55C59">
      <w:pPr>
        <w:pStyle w:val="N1"/>
      </w:pPr>
      <w:bookmarkStart w:id="47" w:name="_Toc492154560"/>
      <w:r>
        <w:t>Údaje o stavbě</w:t>
      </w:r>
      <w:bookmarkEnd w:id="47"/>
    </w:p>
    <w:p w14:paraId="001CD78A" w14:textId="77777777" w:rsidR="00C87986" w:rsidRDefault="00C87986" w:rsidP="005515EC">
      <w:pPr>
        <w:pStyle w:val="N2"/>
        <w:numPr>
          <w:ilvl w:val="0"/>
          <w:numId w:val="38"/>
        </w:numPr>
      </w:pPr>
      <w:bookmarkStart w:id="48" w:name="_Toc492154561"/>
      <w:r>
        <w:t>Nová stavba nebo změna dokončené stavby</w:t>
      </w:r>
      <w:bookmarkEnd w:id="48"/>
    </w:p>
    <w:p w14:paraId="6D8582E6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</w:t>
      </w:r>
      <w:r w:rsidR="00694E68">
        <w:rPr>
          <w:rFonts w:asciiTheme="minorHAnsi" w:hAnsiTheme="minorHAnsi" w:cs="Times New Roman"/>
          <w:color w:val="000000"/>
        </w:rPr>
        <w:t>Slušovice</w:t>
      </w:r>
      <w:r w:rsidR="00385716">
        <w:rPr>
          <w:rFonts w:asciiTheme="minorHAnsi" w:hAnsiTheme="minorHAnsi" w:cs="Times New Roman"/>
          <w:color w:val="000000"/>
        </w:rPr>
        <w:t xml:space="preserve">. </w:t>
      </w:r>
    </w:p>
    <w:p w14:paraId="35FBB37C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492154562"/>
      <w:r>
        <w:t>Účel užívání stavby</w:t>
      </w:r>
      <w:bookmarkEnd w:id="49"/>
    </w:p>
    <w:p w14:paraId="14215C90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5EE8C2D9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492154563"/>
      <w:r>
        <w:t>Trvalá nebo dočasná stavba</w:t>
      </w:r>
      <w:bookmarkEnd w:id="50"/>
    </w:p>
    <w:p w14:paraId="2287E410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5244FC7F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492154564"/>
      <w:r>
        <w:t>Údaje o ochraně stavby podle jiných právních předpisů</w:t>
      </w:r>
      <w:bookmarkEnd w:id="51"/>
    </w:p>
    <w:p w14:paraId="3B97874D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Stavba není chráněna podle jiných právních předpisů, nejedná se o kulturní památku apod.</w:t>
      </w:r>
    </w:p>
    <w:p w14:paraId="3F2E75C8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492154565"/>
      <w:r>
        <w:lastRenderedPageBreak/>
        <w:t>Údaje o dodržení technických požadavků na stavby</w:t>
      </w:r>
      <w:bookmarkEnd w:id="52"/>
    </w:p>
    <w:p w14:paraId="74694734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05DD9606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 vyhláškou č. 268/2009 Sb., o technických požadavcích na stavby.</w:t>
      </w:r>
    </w:p>
    <w:p w14:paraId="20D108AC" w14:textId="77777777" w:rsidR="00385716" w:rsidRDefault="00385716" w:rsidP="00385716">
      <w:pPr>
        <w:pStyle w:val="N2"/>
        <w:numPr>
          <w:ilvl w:val="0"/>
          <w:numId w:val="38"/>
        </w:numPr>
      </w:pPr>
      <w:bookmarkStart w:id="53" w:name="_Toc492154566"/>
      <w:r w:rsidRPr="00385716">
        <w:t>Údaje o dodržení technických požadavků na stavby a obecných technických požadavků zabezpečujících bezbariérové užívání staveb</w:t>
      </w:r>
    </w:p>
    <w:p w14:paraId="0E467392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3FCC6DA6" w14:textId="77777777" w:rsidR="00C87986" w:rsidRDefault="00C87986" w:rsidP="00AB36CB">
      <w:pPr>
        <w:pStyle w:val="N2"/>
        <w:numPr>
          <w:ilvl w:val="0"/>
          <w:numId w:val="38"/>
        </w:numPr>
      </w:pPr>
      <w:r>
        <w:t>Údaje o splnění požadavků dotčených orgánů</w:t>
      </w:r>
      <w:bookmarkEnd w:id="53"/>
    </w:p>
    <w:p w14:paraId="20974955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bookmarkStart w:id="54" w:name="_Toc492154567"/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66E4F50E" w14:textId="77777777" w:rsidR="00C87986" w:rsidRDefault="00561B51" w:rsidP="00E60488">
      <w:pPr>
        <w:pStyle w:val="N2"/>
        <w:numPr>
          <w:ilvl w:val="0"/>
          <w:numId w:val="38"/>
        </w:numPr>
      </w:pPr>
      <w:r>
        <w:t>Seznam výji</w:t>
      </w:r>
      <w:r w:rsidR="00C87986">
        <w:t>mek</w:t>
      </w:r>
      <w:bookmarkEnd w:id="54"/>
    </w:p>
    <w:p w14:paraId="7899F63F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4588B8C3" w14:textId="77777777" w:rsidR="00C87986" w:rsidRDefault="00C87986" w:rsidP="00E60488">
      <w:pPr>
        <w:pStyle w:val="N2"/>
        <w:numPr>
          <w:ilvl w:val="0"/>
          <w:numId w:val="38"/>
        </w:numPr>
      </w:pPr>
      <w:bookmarkStart w:id="55" w:name="_Toc492154568"/>
      <w:r>
        <w:t>Navrhované kapacity stavby</w:t>
      </w:r>
      <w:bookmarkEnd w:id="55"/>
    </w:p>
    <w:p w14:paraId="2924DDA5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0657BD64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6" w:name="_Toc492154569"/>
      <w:r w:rsidRPr="00E60488">
        <w:t>Základní bilance stavby</w:t>
      </w:r>
      <w:bookmarkEnd w:id="56"/>
    </w:p>
    <w:p w14:paraId="6F094C83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52C93DB7" w14:textId="77777777" w:rsidR="00C87986" w:rsidRDefault="00C87986" w:rsidP="00E60488">
      <w:pPr>
        <w:pStyle w:val="N2"/>
        <w:numPr>
          <w:ilvl w:val="0"/>
          <w:numId w:val="38"/>
        </w:numPr>
      </w:pPr>
      <w:bookmarkStart w:id="57" w:name="_Toc492154570"/>
      <w:r>
        <w:t>Základní předpoklady výstavby</w:t>
      </w:r>
      <w:bookmarkEnd w:id="57"/>
    </w:p>
    <w:p w14:paraId="0D5186B3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 xml:space="preserve">Projektová příprava – rok 2017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>
        <w:rPr>
          <w:rFonts w:asciiTheme="minorHAnsi" w:hAnsiTheme="minorHAnsi"/>
          <w:szCs w:val="24"/>
        </w:rPr>
        <w:t xml:space="preserve">druhá </w:t>
      </w:r>
      <w:r w:rsidRPr="00E60488">
        <w:rPr>
          <w:rFonts w:asciiTheme="minorHAnsi" w:hAnsiTheme="minorHAnsi"/>
          <w:szCs w:val="24"/>
        </w:rPr>
        <w:t>½ roku 2018</w:t>
      </w:r>
    </w:p>
    <w:p w14:paraId="0BA9461D" w14:textId="77777777" w:rsidR="00C87986" w:rsidRDefault="00C87986" w:rsidP="00E60488">
      <w:pPr>
        <w:pStyle w:val="N2"/>
        <w:numPr>
          <w:ilvl w:val="0"/>
          <w:numId w:val="38"/>
        </w:numPr>
      </w:pPr>
      <w:bookmarkStart w:id="58" w:name="_Toc492154571"/>
      <w:r>
        <w:t>Orientační náklady stavby</w:t>
      </w:r>
      <w:bookmarkEnd w:id="58"/>
    </w:p>
    <w:p w14:paraId="77F38C24" w14:textId="77777777" w:rsidR="007A066F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2</w:t>
      </w:r>
      <w:r w:rsidRPr="00E60488">
        <w:rPr>
          <w:rFonts w:asciiTheme="minorHAnsi" w:hAnsiTheme="minorHAnsi"/>
          <w:szCs w:val="24"/>
        </w:rPr>
        <w:t xml:space="preserve">.000.000,-Kč bez </w:t>
      </w:r>
      <w:r>
        <w:rPr>
          <w:rFonts w:asciiTheme="minorHAnsi" w:hAnsiTheme="minorHAnsi"/>
          <w:szCs w:val="24"/>
        </w:rPr>
        <w:t>DPH.</w:t>
      </w:r>
    </w:p>
    <w:p w14:paraId="55543777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1AE0A9C6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37DDC6BB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521DB771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59135D24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56E907EB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44E1940B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1CF94363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219AFB31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51A3528D" w14:textId="77777777" w:rsidR="0098408D" w:rsidRPr="000D2AF3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01A2DD91" w14:textId="77777777" w:rsidR="00B55C59" w:rsidRPr="00B55C59" w:rsidRDefault="00B55C59" w:rsidP="00B55C59">
      <w:pPr>
        <w:pStyle w:val="N1"/>
      </w:pPr>
      <w:bookmarkStart w:id="59" w:name="_Toc492154572"/>
      <w:r>
        <w:lastRenderedPageBreak/>
        <w:t>Členění stavby na objekty a technologická zařízení</w:t>
      </w:r>
      <w:bookmarkEnd w:id="59"/>
    </w:p>
    <w:bookmarkEnd w:id="12"/>
    <w:p w14:paraId="601ABE31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123496" w:rsidRPr="00247D1A">
        <w:rPr>
          <w:rFonts w:asciiTheme="minorHAnsi" w:hAnsiTheme="minorHAnsi" w:cs="Times New Roman"/>
          <w:color w:val="000000"/>
        </w:rPr>
        <w:t xml:space="preserve"> až SO12</w:t>
      </w:r>
      <w:r w:rsidR="008F57C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123496" w:rsidRPr="00247D1A">
        <w:rPr>
          <w:rFonts w:asciiTheme="minorHAnsi" w:hAnsiTheme="minorHAnsi" w:cs="Times New Roman"/>
          <w:color w:val="000000"/>
        </w:rPr>
        <w:t>každý stavební soubor je rozdělen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7CFF58AE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98408D" w14:paraId="14874AEC" w14:textId="77777777" w:rsidTr="00123496">
        <w:tc>
          <w:tcPr>
            <w:tcW w:w="922" w:type="dxa"/>
          </w:tcPr>
          <w:p w14:paraId="6AFA12AE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SO11</w:t>
            </w:r>
          </w:p>
        </w:tc>
        <w:tc>
          <w:tcPr>
            <w:tcW w:w="3042" w:type="dxa"/>
          </w:tcPr>
          <w:p w14:paraId="16AB86A3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Slušovice</w:t>
            </w:r>
          </w:p>
        </w:tc>
        <w:tc>
          <w:tcPr>
            <w:tcW w:w="993" w:type="dxa"/>
          </w:tcPr>
          <w:p w14:paraId="4D58E492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66458835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Přehrada</w:t>
            </w:r>
          </w:p>
        </w:tc>
      </w:tr>
      <w:tr w:rsidR="0098408D" w14:paraId="6962FE78" w14:textId="77777777" w:rsidTr="00123496">
        <w:tc>
          <w:tcPr>
            <w:tcW w:w="922" w:type="dxa"/>
          </w:tcPr>
          <w:p w14:paraId="25520844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5713EBF3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24F9B8D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PS02</w:t>
            </w:r>
          </w:p>
        </w:tc>
        <w:tc>
          <w:tcPr>
            <w:tcW w:w="4819" w:type="dxa"/>
          </w:tcPr>
          <w:p w14:paraId="330F34A2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Kašava - přítok</w:t>
            </w:r>
          </w:p>
        </w:tc>
      </w:tr>
      <w:tr w:rsidR="0098408D" w14:paraId="4D9F97A2" w14:textId="77777777" w:rsidTr="00123496">
        <w:tc>
          <w:tcPr>
            <w:tcW w:w="922" w:type="dxa"/>
          </w:tcPr>
          <w:p w14:paraId="15C936B6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634493EB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58EB9A3A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PS03</w:t>
            </w:r>
          </w:p>
        </w:tc>
        <w:tc>
          <w:tcPr>
            <w:tcW w:w="4819" w:type="dxa"/>
          </w:tcPr>
          <w:p w14:paraId="61888693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LMG Slušovice město </w:t>
            </w:r>
          </w:p>
        </w:tc>
      </w:tr>
      <w:tr w:rsidR="0098408D" w14:paraId="1C6CC8D1" w14:textId="77777777" w:rsidTr="00123496">
        <w:tc>
          <w:tcPr>
            <w:tcW w:w="922" w:type="dxa"/>
          </w:tcPr>
          <w:p w14:paraId="7E8900B5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68ED1E4E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B08E98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PS04</w:t>
            </w:r>
          </w:p>
        </w:tc>
        <w:tc>
          <w:tcPr>
            <w:tcW w:w="4819" w:type="dxa"/>
          </w:tcPr>
          <w:p w14:paraId="6F5B4B83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Vizovice</w:t>
            </w:r>
          </w:p>
        </w:tc>
      </w:tr>
      <w:tr w:rsidR="0098408D" w14:paraId="7F045A3E" w14:textId="77777777" w:rsidTr="00123496">
        <w:tc>
          <w:tcPr>
            <w:tcW w:w="922" w:type="dxa"/>
          </w:tcPr>
          <w:p w14:paraId="1460C6E1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5FBA6E1E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0E1F6093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PS05</w:t>
            </w:r>
          </w:p>
        </w:tc>
        <w:tc>
          <w:tcPr>
            <w:tcW w:w="4819" w:type="dxa"/>
          </w:tcPr>
          <w:p w14:paraId="64C89B8D" w14:textId="77777777" w:rsidR="0098408D" w:rsidRDefault="0098408D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Slušovice - odtok</w:t>
            </w:r>
          </w:p>
        </w:tc>
      </w:tr>
    </w:tbl>
    <w:p w14:paraId="6506FD8C" w14:textId="77777777" w:rsidR="000F6638" w:rsidRDefault="000F6638" w:rsidP="000F6638">
      <w:pPr>
        <w:rPr>
          <w:b/>
        </w:rPr>
      </w:pPr>
    </w:p>
    <w:p w14:paraId="5839DBF8" w14:textId="77777777" w:rsidR="00385716" w:rsidRDefault="00385716" w:rsidP="000F6638">
      <w:pPr>
        <w:rPr>
          <w:b/>
        </w:rPr>
      </w:pPr>
    </w:p>
    <w:p w14:paraId="3EB89974" w14:textId="77777777" w:rsidR="00385716" w:rsidRDefault="00385716" w:rsidP="000F6638">
      <w:pPr>
        <w:rPr>
          <w:b/>
        </w:rPr>
      </w:pPr>
    </w:p>
    <w:p w14:paraId="4AE3C13F" w14:textId="67D4DA69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DA3AFE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DA3AFE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DA3AFE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B3F7F" w14:textId="77777777" w:rsidR="00AB0386" w:rsidRDefault="00AB0386" w:rsidP="0081121B">
      <w:r>
        <w:separator/>
      </w:r>
    </w:p>
  </w:endnote>
  <w:endnote w:type="continuationSeparator" w:id="0">
    <w:p w14:paraId="2C2F1E2D" w14:textId="77777777" w:rsidR="00AB0386" w:rsidRDefault="00AB0386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E669B" w14:paraId="5B0BC4E5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7EBE067C" w14:textId="77777777" w:rsidR="004E669B" w:rsidRDefault="004E669B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48F11126" wp14:editId="632BBF29">
                <wp:extent cx="6410325" cy="38100"/>
                <wp:effectExtent l="19050" t="0" r="9525" b="0"/>
                <wp:docPr id="32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8D7D26" w14:textId="77777777" w:rsidR="004E669B" w:rsidRPr="004D7C68" w:rsidRDefault="004E669B" w:rsidP="00A366D6">
    <w:pPr>
      <w:pStyle w:val="Zpat"/>
      <w:jc w:val="left"/>
      <w:rPr>
        <w:sz w:val="40"/>
        <w:szCs w:val="40"/>
      </w:rPr>
    </w:pPr>
  </w:p>
  <w:p w14:paraId="68071396" w14:textId="77777777" w:rsidR="004E669B" w:rsidRDefault="004E669B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466F63">
      <w:rPr>
        <w:bCs w:val="0"/>
        <w:noProof/>
      </w:rPr>
      <w:t>3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466F63">
      <w:rPr>
        <w:bCs w:val="0"/>
        <w:noProof/>
      </w:rPr>
      <w:t>8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20"/>
      <w:gridCol w:w="3873"/>
    </w:tblGrid>
    <w:tr w:rsidR="004E669B" w:rsidRPr="005D3FBE" w14:paraId="62A2B07B" w14:textId="77777777">
      <w:trPr>
        <w:trHeight w:val="181"/>
        <w:jc w:val="center"/>
      </w:trPr>
      <w:tc>
        <w:tcPr>
          <w:tcW w:w="10093" w:type="dxa"/>
          <w:gridSpan w:val="2"/>
          <w:tcMar>
            <w:left w:w="0" w:type="dxa"/>
            <w:right w:w="0" w:type="dxa"/>
          </w:tcMar>
          <w:vAlign w:val="center"/>
        </w:tcPr>
        <w:p w14:paraId="234329AE" w14:textId="77777777" w:rsidR="004E669B" w:rsidRPr="005D3FBE" w:rsidRDefault="004E669B" w:rsidP="002F7151">
          <w:pPr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4858AE90" wp14:editId="0D2DB790">
                <wp:extent cx="6410325" cy="38100"/>
                <wp:effectExtent l="19050" t="0" r="9525" b="0"/>
                <wp:docPr id="35" name="obráze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E669B" w14:paraId="3FA09F69" w14:textId="77777777">
      <w:trPr>
        <w:trHeight w:val="1134"/>
        <w:jc w:val="center"/>
      </w:trPr>
      <w:tc>
        <w:tcPr>
          <w:tcW w:w="6220" w:type="dxa"/>
          <w:tcMar>
            <w:left w:w="0" w:type="dxa"/>
            <w:right w:w="0" w:type="dxa"/>
          </w:tcMar>
          <w:vAlign w:val="bottom"/>
        </w:tcPr>
        <w:p w14:paraId="16594856" w14:textId="77777777" w:rsidR="004E669B" w:rsidRPr="00C63C7F" w:rsidRDefault="004E669B" w:rsidP="00B46E56">
          <w:pPr>
            <w:rPr>
              <w:sz w:val="4"/>
              <w:szCs w:val="4"/>
            </w:rPr>
          </w:pPr>
        </w:p>
        <w:p w14:paraId="7A38C30F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SYSTÉM MANAGEMENTU JAKOSTI ČSN EN ISO 9001:2001</w:t>
          </w:r>
        </w:p>
        <w:p w14:paraId="6EA02303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SYSTÉM ENVIROMENTÁLNÍHO MANAGEMENTU ČSN EN ISO 14001:2005</w:t>
          </w:r>
        </w:p>
        <w:p w14:paraId="106C2101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SYSTÉM MANAGEMENTU BEZPEČNOSTI A OCHRANY ZDRAVÍ PŘI PRÁCI OHSAS 18001:1999</w:t>
          </w:r>
        </w:p>
        <w:p w14:paraId="1F3AE108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CERTIFIKACE NBÚ</w:t>
          </w:r>
        </w:p>
        <w:p w14:paraId="30D7B631" w14:textId="77777777" w:rsidR="004E669B" w:rsidRPr="00324254" w:rsidRDefault="004E669B" w:rsidP="00B46E56">
          <w:pPr>
            <w:rPr>
              <w:sz w:val="14"/>
              <w:szCs w:val="14"/>
            </w:rPr>
          </w:pPr>
          <w:r w:rsidRPr="00324254">
            <w:rPr>
              <w:sz w:val="14"/>
              <w:szCs w:val="14"/>
            </w:rPr>
            <w:t>OSVĚDČENÍ ČESKÉHO OBRANNÉHO STANDARDU ČOS 051622 (AQAP 2110)</w:t>
          </w:r>
        </w:p>
        <w:p w14:paraId="5E7537D0" w14:textId="77777777" w:rsidR="004E669B" w:rsidRPr="005D3FBE" w:rsidRDefault="004E669B" w:rsidP="00B46E56">
          <w:pPr>
            <w:rPr>
              <w:sz w:val="16"/>
              <w:szCs w:val="16"/>
            </w:rPr>
          </w:pPr>
          <w:r w:rsidRPr="00324254">
            <w:rPr>
              <w:sz w:val="14"/>
              <w:szCs w:val="14"/>
            </w:rPr>
            <w:t>ČLEN HOSPODÁŘSKÉ KOMORY ČR</w:t>
          </w:r>
        </w:p>
      </w:tc>
      <w:tc>
        <w:tcPr>
          <w:tcW w:w="3799" w:type="dxa"/>
          <w:tcMar>
            <w:left w:w="0" w:type="dxa"/>
            <w:right w:w="0" w:type="dxa"/>
          </w:tcMar>
          <w:vAlign w:val="bottom"/>
        </w:tcPr>
        <w:p w14:paraId="51EB0160" w14:textId="77777777" w:rsidR="004E669B" w:rsidRDefault="004E669B" w:rsidP="009C6F16">
          <w:pPr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w:drawing>
              <wp:inline distT="0" distB="0" distL="0" distR="0" wp14:anchorId="2DE7BC59" wp14:editId="2E315C2E">
                <wp:extent cx="2400300" cy="352425"/>
                <wp:effectExtent l="19050" t="0" r="0" b="0"/>
                <wp:docPr id="36" name="obráze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0104954" w14:textId="77777777" w:rsidR="004E669B" w:rsidRPr="004D7C68" w:rsidRDefault="004E669B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FC053" w14:textId="77777777" w:rsidR="00AB0386" w:rsidRDefault="00AB0386" w:rsidP="0081121B">
      <w:r>
        <w:separator/>
      </w:r>
    </w:p>
  </w:footnote>
  <w:footnote w:type="continuationSeparator" w:id="0">
    <w:p w14:paraId="4FB378BC" w14:textId="77777777" w:rsidR="00AB0386" w:rsidRDefault="00AB0386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E669B" w:rsidRPr="003C2764" w14:paraId="44EAEA5B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325D51D9" w14:textId="77777777" w:rsidR="004E669B" w:rsidRPr="00177AD3" w:rsidRDefault="004E669B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626A5E24" wp14:editId="25AA8450">
                <wp:extent cx="2514600" cy="542925"/>
                <wp:effectExtent l="19050" t="0" r="0" b="0"/>
                <wp:docPr id="30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4119C501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14A782AB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794CA2A6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0C08B3EB" w14:textId="77777777" w:rsidR="004E669B" w:rsidRPr="003C2764" w:rsidRDefault="004E669B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E669B" w:rsidRPr="00177AD3" w14:paraId="73C12890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032D7071" w14:textId="77777777" w:rsidR="004E669B" w:rsidRPr="00177AD3" w:rsidRDefault="004E669B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19A2C6DC" wp14:editId="14B39894">
                <wp:extent cx="5476875" cy="38100"/>
                <wp:effectExtent l="19050" t="0" r="9525" b="0"/>
                <wp:docPr id="31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13F4831" w14:textId="77777777" w:rsidR="004E669B" w:rsidRPr="00177AD3" w:rsidRDefault="004E669B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543E05F4" w14:textId="77777777" w:rsidR="004E669B" w:rsidRPr="003C2764" w:rsidRDefault="004E669B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E669B" w:rsidRPr="003C2764" w14:paraId="499C8593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4D9C4845" w14:textId="77777777" w:rsidR="004E669B" w:rsidRPr="00177AD3" w:rsidRDefault="004E669B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2051785D" wp14:editId="708353E9">
                <wp:extent cx="2514600" cy="542925"/>
                <wp:effectExtent l="19050" t="0" r="0" b="0"/>
                <wp:docPr id="33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7F8D4EB6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6B119F8A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1E22620D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28185C60" w14:textId="77777777" w:rsidR="004E669B" w:rsidRPr="003C2764" w:rsidRDefault="004E669B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E669B" w:rsidRPr="00177AD3" w14:paraId="42119014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14BD22CF" w14:textId="77777777" w:rsidR="004E669B" w:rsidRPr="00177AD3" w:rsidRDefault="004E669B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79370076" wp14:editId="4E19A195">
                <wp:extent cx="5476875" cy="38100"/>
                <wp:effectExtent l="19050" t="0" r="9525" b="0"/>
                <wp:docPr id="34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6ED20D6" w14:textId="77777777" w:rsidR="004E669B" w:rsidRPr="00177AD3" w:rsidRDefault="004E669B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36D11D0B" w14:textId="77777777" w:rsidR="004E669B" w:rsidRDefault="004E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64813356">
    <w:abstractNumId w:val="10"/>
  </w:num>
  <w:num w:numId="2" w16cid:durableId="1287546509">
    <w:abstractNumId w:val="8"/>
  </w:num>
  <w:num w:numId="3" w16cid:durableId="2117868178">
    <w:abstractNumId w:val="3"/>
  </w:num>
  <w:num w:numId="4" w16cid:durableId="1795366111">
    <w:abstractNumId w:val="7"/>
  </w:num>
  <w:num w:numId="5" w16cid:durableId="1324892960">
    <w:abstractNumId w:val="4"/>
  </w:num>
  <w:num w:numId="6" w16cid:durableId="1374767825">
    <w:abstractNumId w:val="1"/>
  </w:num>
  <w:num w:numId="7" w16cid:durableId="1158379860">
    <w:abstractNumId w:val="14"/>
  </w:num>
  <w:num w:numId="8" w16cid:durableId="1710761268">
    <w:abstractNumId w:val="15"/>
  </w:num>
  <w:num w:numId="9" w16cid:durableId="175537339">
    <w:abstractNumId w:val="12"/>
  </w:num>
  <w:num w:numId="10" w16cid:durableId="326979929">
    <w:abstractNumId w:val="16"/>
  </w:num>
  <w:num w:numId="11" w16cid:durableId="1565097182">
    <w:abstractNumId w:val="3"/>
  </w:num>
  <w:num w:numId="12" w16cid:durableId="401178470">
    <w:abstractNumId w:val="9"/>
  </w:num>
  <w:num w:numId="13" w16cid:durableId="246422001">
    <w:abstractNumId w:val="0"/>
  </w:num>
  <w:num w:numId="14" w16cid:durableId="1145664662">
    <w:abstractNumId w:val="3"/>
  </w:num>
  <w:num w:numId="15" w16cid:durableId="1546717139">
    <w:abstractNumId w:val="3"/>
  </w:num>
  <w:num w:numId="16" w16cid:durableId="316886540">
    <w:abstractNumId w:val="3"/>
  </w:num>
  <w:num w:numId="17" w16cid:durableId="54162883">
    <w:abstractNumId w:val="3"/>
  </w:num>
  <w:num w:numId="18" w16cid:durableId="2117677171">
    <w:abstractNumId w:val="3"/>
  </w:num>
  <w:num w:numId="19" w16cid:durableId="1071007182">
    <w:abstractNumId w:val="11"/>
  </w:num>
  <w:num w:numId="20" w16cid:durableId="1571580741">
    <w:abstractNumId w:val="3"/>
  </w:num>
  <w:num w:numId="21" w16cid:durableId="1336960684">
    <w:abstractNumId w:val="3"/>
  </w:num>
  <w:num w:numId="22" w16cid:durableId="1803183085">
    <w:abstractNumId w:val="6"/>
  </w:num>
  <w:num w:numId="23" w16cid:durableId="1846824792">
    <w:abstractNumId w:val="3"/>
  </w:num>
  <w:num w:numId="24" w16cid:durableId="1771393114">
    <w:abstractNumId w:val="3"/>
  </w:num>
  <w:num w:numId="25" w16cid:durableId="900214887">
    <w:abstractNumId w:val="3"/>
  </w:num>
  <w:num w:numId="26" w16cid:durableId="92013767">
    <w:abstractNumId w:val="5"/>
  </w:num>
  <w:num w:numId="27" w16cid:durableId="1048261782">
    <w:abstractNumId w:val="13"/>
  </w:num>
  <w:num w:numId="28" w16cid:durableId="115409815">
    <w:abstractNumId w:val="3"/>
  </w:num>
  <w:num w:numId="29" w16cid:durableId="843546516">
    <w:abstractNumId w:val="3"/>
  </w:num>
  <w:num w:numId="30" w16cid:durableId="848374929">
    <w:abstractNumId w:val="3"/>
  </w:num>
  <w:num w:numId="31" w16cid:durableId="341587000">
    <w:abstractNumId w:val="3"/>
  </w:num>
  <w:num w:numId="32" w16cid:durableId="1266159205">
    <w:abstractNumId w:val="3"/>
  </w:num>
  <w:num w:numId="33" w16cid:durableId="1088770908">
    <w:abstractNumId w:val="3"/>
  </w:num>
  <w:num w:numId="34" w16cid:durableId="141194825">
    <w:abstractNumId w:val="3"/>
  </w:num>
  <w:num w:numId="35" w16cid:durableId="1062869045">
    <w:abstractNumId w:val="3"/>
  </w:num>
  <w:num w:numId="36" w16cid:durableId="597373151">
    <w:abstractNumId w:val="3"/>
  </w:num>
  <w:num w:numId="37" w16cid:durableId="357778812">
    <w:abstractNumId w:val="3"/>
  </w:num>
  <w:num w:numId="38" w16cid:durableId="2071688860">
    <w:abstractNumId w:val="2"/>
  </w:num>
  <w:num w:numId="39" w16cid:durableId="723602727">
    <w:abstractNumId w:val="3"/>
  </w:num>
  <w:num w:numId="40" w16cid:durableId="1288387301">
    <w:abstractNumId w:val="3"/>
  </w:num>
  <w:num w:numId="41" w16cid:durableId="1887989921">
    <w:abstractNumId w:val="3"/>
  </w:num>
  <w:num w:numId="42" w16cid:durableId="973214352">
    <w:abstractNumId w:val="3"/>
  </w:num>
  <w:num w:numId="43" w16cid:durableId="100728841">
    <w:abstractNumId w:val="3"/>
  </w:num>
  <w:num w:numId="44" w16cid:durableId="1751848506">
    <w:abstractNumId w:val="3"/>
  </w:num>
  <w:num w:numId="45" w16cid:durableId="1547136033">
    <w:abstractNumId w:val="3"/>
  </w:num>
  <w:num w:numId="46" w16cid:durableId="1406033113">
    <w:abstractNumId w:val="3"/>
  </w:num>
  <w:num w:numId="47" w16cid:durableId="913004962">
    <w:abstractNumId w:val="3"/>
  </w:num>
  <w:num w:numId="48" w16cid:durableId="897516052">
    <w:abstractNumId w:val="3"/>
  </w:num>
  <w:num w:numId="49" w16cid:durableId="186439981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7069"/>
    <w:rsid w:val="000D2AF3"/>
    <w:rsid w:val="000D4127"/>
    <w:rsid w:val="000D59E6"/>
    <w:rsid w:val="000D70BD"/>
    <w:rsid w:val="000E0A1A"/>
    <w:rsid w:val="000E0E58"/>
    <w:rsid w:val="000E1085"/>
    <w:rsid w:val="000F14FD"/>
    <w:rsid w:val="000F3A13"/>
    <w:rsid w:val="000F6638"/>
    <w:rsid w:val="001107A0"/>
    <w:rsid w:val="00117C54"/>
    <w:rsid w:val="00123496"/>
    <w:rsid w:val="00123BDC"/>
    <w:rsid w:val="00136371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B5EE2"/>
    <w:rsid w:val="001C2ABB"/>
    <w:rsid w:val="001D449F"/>
    <w:rsid w:val="001E12FF"/>
    <w:rsid w:val="001E3B05"/>
    <w:rsid w:val="002068DD"/>
    <w:rsid w:val="00213631"/>
    <w:rsid w:val="00222BDB"/>
    <w:rsid w:val="002269D1"/>
    <w:rsid w:val="002302DE"/>
    <w:rsid w:val="00235863"/>
    <w:rsid w:val="00236443"/>
    <w:rsid w:val="00237912"/>
    <w:rsid w:val="00237B61"/>
    <w:rsid w:val="002448FB"/>
    <w:rsid w:val="00245BFD"/>
    <w:rsid w:val="00246DA4"/>
    <w:rsid w:val="00247149"/>
    <w:rsid w:val="00247D1A"/>
    <w:rsid w:val="002659BF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A0E9E"/>
    <w:rsid w:val="002A0FF8"/>
    <w:rsid w:val="002A2FD5"/>
    <w:rsid w:val="002A32ED"/>
    <w:rsid w:val="002A7481"/>
    <w:rsid w:val="002B5993"/>
    <w:rsid w:val="002C0895"/>
    <w:rsid w:val="002C15BD"/>
    <w:rsid w:val="002C6020"/>
    <w:rsid w:val="002C63C2"/>
    <w:rsid w:val="002C7485"/>
    <w:rsid w:val="002E2158"/>
    <w:rsid w:val="002E76A9"/>
    <w:rsid w:val="002F194D"/>
    <w:rsid w:val="002F2B00"/>
    <w:rsid w:val="002F4876"/>
    <w:rsid w:val="002F7151"/>
    <w:rsid w:val="00301DE0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4C43"/>
    <w:rsid w:val="00360820"/>
    <w:rsid w:val="00363E36"/>
    <w:rsid w:val="00365492"/>
    <w:rsid w:val="00366D4B"/>
    <w:rsid w:val="00372C4E"/>
    <w:rsid w:val="00374A2A"/>
    <w:rsid w:val="003802A8"/>
    <w:rsid w:val="00384A63"/>
    <w:rsid w:val="00384FCF"/>
    <w:rsid w:val="00385716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66F63"/>
    <w:rsid w:val="00472FB0"/>
    <w:rsid w:val="00475E5B"/>
    <w:rsid w:val="00477F38"/>
    <w:rsid w:val="00480AF3"/>
    <w:rsid w:val="004826E0"/>
    <w:rsid w:val="00487CC7"/>
    <w:rsid w:val="00493004"/>
    <w:rsid w:val="0049577B"/>
    <w:rsid w:val="004A229B"/>
    <w:rsid w:val="004B186D"/>
    <w:rsid w:val="004B3FEC"/>
    <w:rsid w:val="004D36CD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562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3802"/>
    <w:rsid w:val="00606DB2"/>
    <w:rsid w:val="00607A8B"/>
    <w:rsid w:val="0061130B"/>
    <w:rsid w:val="006114B7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B3C"/>
    <w:rsid w:val="00694E68"/>
    <w:rsid w:val="006A6A99"/>
    <w:rsid w:val="006B108D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E1549"/>
    <w:rsid w:val="006E544F"/>
    <w:rsid w:val="006F4B85"/>
    <w:rsid w:val="006F6677"/>
    <w:rsid w:val="006F7B8B"/>
    <w:rsid w:val="007130E9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59E"/>
    <w:rsid w:val="00770A48"/>
    <w:rsid w:val="00773CB6"/>
    <w:rsid w:val="00776436"/>
    <w:rsid w:val="00784773"/>
    <w:rsid w:val="0079076D"/>
    <w:rsid w:val="00791CEB"/>
    <w:rsid w:val="0079276C"/>
    <w:rsid w:val="007A066F"/>
    <w:rsid w:val="007B1C9C"/>
    <w:rsid w:val="007C24EE"/>
    <w:rsid w:val="007D0810"/>
    <w:rsid w:val="007D558F"/>
    <w:rsid w:val="007E0C07"/>
    <w:rsid w:val="007E61BD"/>
    <w:rsid w:val="007F700C"/>
    <w:rsid w:val="00804DBF"/>
    <w:rsid w:val="0081121B"/>
    <w:rsid w:val="008132F5"/>
    <w:rsid w:val="00813BDA"/>
    <w:rsid w:val="00814EEE"/>
    <w:rsid w:val="00816838"/>
    <w:rsid w:val="00820936"/>
    <w:rsid w:val="00821334"/>
    <w:rsid w:val="00824208"/>
    <w:rsid w:val="00830FB3"/>
    <w:rsid w:val="00832AE1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26CD"/>
    <w:rsid w:val="008B7CD9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50A5B"/>
    <w:rsid w:val="00952ADC"/>
    <w:rsid w:val="00952D82"/>
    <w:rsid w:val="0095552D"/>
    <w:rsid w:val="0095783F"/>
    <w:rsid w:val="009672A4"/>
    <w:rsid w:val="0097018A"/>
    <w:rsid w:val="00974D74"/>
    <w:rsid w:val="009751CB"/>
    <w:rsid w:val="00975878"/>
    <w:rsid w:val="00982BCE"/>
    <w:rsid w:val="00983A4C"/>
    <w:rsid w:val="0098408D"/>
    <w:rsid w:val="00987643"/>
    <w:rsid w:val="0099326C"/>
    <w:rsid w:val="00993716"/>
    <w:rsid w:val="009972A4"/>
    <w:rsid w:val="00997929"/>
    <w:rsid w:val="009A09BB"/>
    <w:rsid w:val="009A4AF0"/>
    <w:rsid w:val="009B11AB"/>
    <w:rsid w:val="009B300F"/>
    <w:rsid w:val="009B3DE7"/>
    <w:rsid w:val="009C038C"/>
    <w:rsid w:val="009C1A5D"/>
    <w:rsid w:val="009C25EB"/>
    <w:rsid w:val="009C3A0C"/>
    <w:rsid w:val="009C6F16"/>
    <w:rsid w:val="009D70F3"/>
    <w:rsid w:val="009D7675"/>
    <w:rsid w:val="009E35EA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34446"/>
    <w:rsid w:val="00A366D6"/>
    <w:rsid w:val="00A4271B"/>
    <w:rsid w:val="00A449F6"/>
    <w:rsid w:val="00A51813"/>
    <w:rsid w:val="00A704F3"/>
    <w:rsid w:val="00A77781"/>
    <w:rsid w:val="00A80D62"/>
    <w:rsid w:val="00A87F03"/>
    <w:rsid w:val="00A90326"/>
    <w:rsid w:val="00A95AF9"/>
    <w:rsid w:val="00A96E2C"/>
    <w:rsid w:val="00AA04CB"/>
    <w:rsid w:val="00AA337C"/>
    <w:rsid w:val="00AA5C32"/>
    <w:rsid w:val="00AB0386"/>
    <w:rsid w:val="00AB0401"/>
    <w:rsid w:val="00AB050D"/>
    <w:rsid w:val="00AB36CB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24CA"/>
    <w:rsid w:val="00B55C59"/>
    <w:rsid w:val="00B56B74"/>
    <w:rsid w:val="00B611C1"/>
    <w:rsid w:val="00B61401"/>
    <w:rsid w:val="00B65E26"/>
    <w:rsid w:val="00B77288"/>
    <w:rsid w:val="00B7755C"/>
    <w:rsid w:val="00B81EC7"/>
    <w:rsid w:val="00B8531B"/>
    <w:rsid w:val="00B908C8"/>
    <w:rsid w:val="00B94734"/>
    <w:rsid w:val="00B96DA0"/>
    <w:rsid w:val="00B9703F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0F1"/>
    <w:rsid w:val="00C05319"/>
    <w:rsid w:val="00C0614C"/>
    <w:rsid w:val="00C13474"/>
    <w:rsid w:val="00C144E4"/>
    <w:rsid w:val="00C23238"/>
    <w:rsid w:val="00C25635"/>
    <w:rsid w:val="00C25A4A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F3337"/>
    <w:rsid w:val="00CF3B2C"/>
    <w:rsid w:val="00D03BF2"/>
    <w:rsid w:val="00D0402F"/>
    <w:rsid w:val="00D176C2"/>
    <w:rsid w:val="00D20B1C"/>
    <w:rsid w:val="00D21F37"/>
    <w:rsid w:val="00D3188C"/>
    <w:rsid w:val="00D32CC5"/>
    <w:rsid w:val="00D3733E"/>
    <w:rsid w:val="00D46E34"/>
    <w:rsid w:val="00D61A10"/>
    <w:rsid w:val="00D62FB8"/>
    <w:rsid w:val="00D634BB"/>
    <w:rsid w:val="00D65853"/>
    <w:rsid w:val="00D863A3"/>
    <w:rsid w:val="00D87DC2"/>
    <w:rsid w:val="00D9252D"/>
    <w:rsid w:val="00D94650"/>
    <w:rsid w:val="00D961AC"/>
    <w:rsid w:val="00DA2D3A"/>
    <w:rsid w:val="00DA3AFE"/>
    <w:rsid w:val="00DA3C4D"/>
    <w:rsid w:val="00DA4E1C"/>
    <w:rsid w:val="00DB01D1"/>
    <w:rsid w:val="00DB34A6"/>
    <w:rsid w:val="00DB4FD2"/>
    <w:rsid w:val="00DB70E7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3A65"/>
    <w:rsid w:val="00E1665A"/>
    <w:rsid w:val="00E17E43"/>
    <w:rsid w:val="00E22526"/>
    <w:rsid w:val="00E24365"/>
    <w:rsid w:val="00E25495"/>
    <w:rsid w:val="00E27EDB"/>
    <w:rsid w:val="00E30C56"/>
    <w:rsid w:val="00E365D8"/>
    <w:rsid w:val="00E41561"/>
    <w:rsid w:val="00E431F9"/>
    <w:rsid w:val="00E56662"/>
    <w:rsid w:val="00E57F91"/>
    <w:rsid w:val="00E60488"/>
    <w:rsid w:val="00E648C8"/>
    <w:rsid w:val="00E65D2F"/>
    <w:rsid w:val="00E70DA5"/>
    <w:rsid w:val="00E71B2C"/>
    <w:rsid w:val="00E812C7"/>
    <w:rsid w:val="00E85EA0"/>
    <w:rsid w:val="00E90394"/>
    <w:rsid w:val="00E91AB0"/>
    <w:rsid w:val="00E92BA9"/>
    <w:rsid w:val="00E96BE3"/>
    <w:rsid w:val="00EA53F4"/>
    <w:rsid w:val="00EB296A"/>
    <w:rsid w:val="00EB3766"/>
    <w:rsid w:val="00EB6266"/>
    <w:rsid w:val="00EC1421"/>
    <w:rsid w:val="00EC727A"/>
    <w:rsid w:val="00ED1259"/>
    <w:rsid w:val="00EE3319"/>
    <w:rsid w:val="00F02DC7"/>
    <w:rsid w:val="00F045B4"/>
    <w:rsid w:val="00F3022E"/>
    <w:rsid w:val="00F31478"/>
    <w:rsid w:val="00F32A12"/>
    <w:rsid w:val="00F42956"/>
    <w:rsid w:val="00F4731D"/>
    <w:rsid w:val="00F63DB7"/>
    <w:rsid w:val="00F74933"/>
    <w:rsid w:val="00F74E4B"/>
    <w:rsid w:val="00F7579D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BCE81C"/>
  <w15:docId w15:val="{4492D657-F119-4632-B126-AD05D97A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3097F-E74F-4DAB-81E3-F9E0F6B37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2</TotalTime>
  <Pages>8</Pages>
  <Words>1283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8840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5</cp:revision>
  <cp:lastPrinted>2017-03-30T12:34:00Z</cp:lastPrinted>
  <dcterms:created xsi:type="dcterms:W3CDTF">2017-09-23T16:46:00Z</dcterms:created>
  <dcterms:modified xsi:type="dcterms:W3CDTF">2024-10-09T12:41:00Z</dcterms:modified>
</cp:coreProperties>
</file>